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88A46" w14:textId="77777777" w:rsidR="007968F3" w:rsidRDefault="00000000">
      <w:pPr>
        <w:pStyle w:val="prastasis"/>
        <w:spacing w:line="276" w:lineRule="auto"/>
        <w:ind w:left="4536"/>
      </w:pPr>
      <w:r>
        <w:rPr>
          <w:rStyle w:val="Numatytasispastraiposriftas"/>
          <w:bCs/>
          <w:szCs w:val="24"/>
        </w:rPr>
        <w:t>Asmenų, pretenduojančių eiti ar einančių pareigas nacionaliniam saugumui užtikrinti svarbiose įmonėse</w:t>
      </w:r>
      <w:r>
        <w:rPr>
          <w:rStyle w:val="Numatytasispastraiposriftas"/>
          <w:bCs/>
          <w:sz w:val="22"/>
          <w:szCs w:val="22"/>
        </w:rPr>
        <w:t>,</w:t>
      </w:r>
      <w:r>
        <w:t xml:space="preserve"> </w:t>
      </w:r>
      <w:r>
        <w:rPr>
          <w:rStyle w:val="Numatytasispastraiposriftas"/>
          <w:szCs w:val="24"/>
        </w:rPr>
        <w:t xml:space="preserve">tikrinimo tvarkos aprašo </w:t>
      </w:r>
    </w:p>
    <w:p w14:paraId="645D68C8" w14:textId="77777777" w:rsidR="007968F3" w:rsidRDefault="00000000">
      <w:pPr>
        <w:pStyle w:val="prastasis"/>
        <w:spacing w:line="276" w:lineRule="auto"/>
        <w:ind w:left="4536"/>
        <w:rPr>
          <w:szCs w:val="24"/>
        </w:rPr>
      </w:pPr>
      <w:r>
        <w:rPr>
          <w:szCs w:val="24"/>
        </w:rPr>
        <w:t>priedas</w:t>
      </w:r>
    </w:p>
    <w:p w14:paraId="6E89BA30" w14:textId="77777777" w:rsidR="007968F3" w:rsidRDefault="007968F3">
      <w:pPr>
        <w:pStyle w:val="prastasis"/>
        <w:spacing w:line="276" w:lineRule="auto"/>
        <w:ind w:left="4536"/>
        <w:rPr>
          <w:szCs w:val="24"/>
        </w:rPr>
      </w:pPr>
    </w:p>
    <w:p w14:paraId="34B8B51B" w14:textId="77777777" w:rsidR="007968F3" w:rsidRDefault="007968F3">
      <w:pPr>
        <w:pStyle w:val="prastasis"/>
        <w:spacing w:line="276" w:lineRule="auto"/>
        <w:ind w:left="4536"/>
        <w:rPr>
          <w:szCs w:val="24"/>
        </w:rPr>
      </w:pPr>
    </w:p>
    <w:p w14:paraId="2D08956A" w14:textId="77777777" w:rsidR="007968F3" w:rsidRDefault="00000000">
      <w:pPr>
        <w:pStyle w:val="prastasis"/>
        <w:spacing w:line="276" w:lineRule="auto"/>
        <w:jc w:val="center"/>
        <w:rPr>
          <w:b/>
          <w:sz w:val="20"/>
        </w:rPr>
      </w:pPr>
      <w:r>
        <w:rPr>
          <w:b/>
          <w:sz w:val="20"/>
        </w:rPr>
        <w:t>(Sutikimo dėl asmens patikrinimo forma)</w:t>
      </w:r>
    </w:p>
    <w:p w14:paraId="3D58DDB9" w14:textId="77777777" w:rsidR="007968F3" w:rsidRDefault="007968F3">
      <w:pPr>
        <w:pStyle w:val="prastasis"/>
        <w:spacing w:line="276" w:lineRule="auto"/>
        <w:jc w:val="center"/>
        <w:rPr>
          <w:b/>
          <w:szCs w:val="24"/>
        </w:rPr>
      </w:pPr>
    </w:p>
    <w:p w14:paraId="153ED05C" w14:textId="77777777" w:rsidR="007968F3" w:rsidRDefault="00000000">
      <w:pPr>
        <w:pStyle w:val="prastasis"/>
        <w:spacing w:line="276" w:lineRule="auto"/>
        <w:jc w:val="center"/>
      </w:pPr>
      <w:r>
        <w:rPr>
          <w:rStyle w:val="Numatytasispastraiposriftas"/>
          <w:b/>
          <w:szCs w:val="24"/>
        </w:rPr>
        <w:t>SUTIKIMAS DĖL ASMENS PATIKRINIMO</w:t>
      </w:r>
    </w:p>
    <w:p w14:paraId="25CC1E35" w14:textId="77777777" w:rsidR="007968F3" w:rsidRDefault="007968F3">
      <w:pPr>
        <w:pStyle w:val="prastasis"/>
        <w:spacing w:line="276" w:lineRule="auto"/>
        <w:jc w:val="center"/>
        <w:rPr>
          <w:szCs w:val="24"/>
        </w:rPr>
      </w:pPr>
    </w:p>
    <w:p w14:paraId="22AFA75B" w14:textId="77777777" w:rsidR="007968F3" w:rsidRDefault="00000000">
      <w:pPr>
        <w:pStyle w:val="prastasis"/>
        <w:spacing w:line="276" w:lineRule="auto"/>
        <w:jc w:val="center"/>
        <w:rPr>
          <w:szCs w:val="24"/>
        </w:rPr>
      </w:pPr>
      <w:r>
        <w:rPr>
          <w:szCs w:val="24"/>
        </w:rPr>
        <w:t>20____ m. ______________________ d.</w:t>
      </w:r>
    </w:p>
    <w:p w14:paraId="47B40834" w14:textId="77777777" w:rsidR="007968F3" w:rsidRDefault="007968F3">
      <w:pPr>
        <w:pStyle w:val="prastasis"/>
        <w:spacing w:line="276" w:lineRule="auto"/>
        <w:jc w:val="center"/>
        <w:rPr>
          <w:szCs w:val="24"/>
        </w:rPr>
      </w:pPr>
    </w:p>
    <w:p w14:paraId="60AB8AEE" w14:textId="77777777" w:rsidR="007968F3" w:rsidRDefault="00000000">
      <w:pPr>
        <w:pStyle w:val="prastasis"/>
        <w:spacing w:line="276" w:lineRule="auto"/>
        <w:ind w:firstLine="567"/>
        <w:rPr>
          <w:szCs w:val="24"/>
        </w:rPr>
      </w:pPr>
      <w:r>
        <w:rPr>
          <w:szCs w:val="24"/>
        </w:rPr>
        <w:t>Aš, ______________________________________________________________________</w:t>
      </w:r>
    </w:p>
    <w:p w14:paraId="2FFDB6B6" w14:textId="77777777" w:rsidR="007968F3" w:rsidRDefault="00000000">
      <w:pPr>
        <w:pStyle w:val="prastasis"/>
        <w:spacing w:line="276" w:lineRule="auto"/>
        <w:ind w:firstLine="1440"/>
        <w:rPr>
          <w:sz w:val="20"/>
        </w:rPr>
      </w:pPr>
      <w:r>
        <w:rPr>
          <w:sz w:val="20"/>
        </w:rPr>
        <w:t>(vardas, pavardė, gimimo metai, mėnuo, diena)</w:t>
      </w:r>
    </w:p>
    <w:p w14:paraId="33572D53" w14:textId="77777777" w:rsidR="007968F3" w:rsidRDefault="007968F3">
      <w:pPr>
        <w:pStyle w:val="prastasis"/>
        <w:spacing w:line="276" w:lineRule="auto"/>
        <w:ind w:firstLine="567"/>
        <w:rPr>
          <w:sz w:val="20"/>
        </w:rPr>
      </w:pPr>
    </w:p>
    <w:p w14:paraId="32728E63" w14:textId="77777777" w:rsidR="007968F3" w:rsidRDefault="00000000">
      <w:pPr>
        <w:pStyle w:val="prastasis"/>
        <w:spacing w:line="276" w:lineRule="auto"/>
        <w:ind w:firstLine="567"/>
        <w:jc w:val="both"/>
      </w:pPr>
      <w:r>
        <w:rPr>
          <w:rStyle w:val="Numatytasispastraiposriftas"/>
          <w:szCs w:val="24"/>
        </w:rPr>
        <w:t xml:space="preserve">Sutinku, kad Lietuvos Respublikos valstybės saugumo departamentas, Lietuvos Respublikos vidaus reikalų ministerija, Policijos departamentas prie Lietuvos Respublikos vidaus reikalų ministerijos, Informatikos ir ryšių departamentas prie Lietuvos Respublikos vidaus reikalų ministerijos tikrintų Lietuvos Respublikos nacionaliniam saugumui užtikrinti svarbių objektų apsaugos įstatymo 17 straipsnio 2 dalies </w:t>
      </w:r>
      <w:r>
        <w:t>1, 2, 4, 5, 6, 8 ir 11 punktuose</w:t>
      </w:r>
      <w:r>
        <w:rPr>
          <w:rStyle w:val="Numatytasispastraiposriftas"/>
          <w:szCs w:val="24"/>
        </w:rPr>
        <w:t xml:space="preserve"> nurodytų aplinkybių buvimą (nebuvimą), rinktų, gautų ir tvarkytų reikiamus duomenis apie mane iš valstybės ir žinybinių registrų (kadastrų), valstybės informacinių sistemų, klasifikatorių ir kitų duomenų bankų, valstybės ir savivaldybių institucijų ar įstaigų, fizinių ir juridinių asmenų.</w:t>
      </w:r>
    </w:p>
    <w:p w14:paraId="6FCD3F82" w14:textId="77777777" w:rsidR="007968F3" w:rsidRDefault="007968F3">
      <w:pPr>
        <w:pStyle w:val="prastasis"/>
        <w:spacing w:line="276" w:lineRule="auto"/>
        <w:ind w:firstLine="567"/>
        <w:rPr>
          <w:szCs w:val="24"/>
        </w:rPr>
      </w:pPr>
    </w:p>
    <w:p w14:paraId="300A4C5F" w14:textId="77777777" w:rsidR="007968F3" w:rsidRDefault="007968F3">
      <w:pPr>
        <w:pStyle w:val="prastasis"/>
        <w:spacing w:line="276" w:lineRule="auto"/>
        <w:ind w:firstLine="567"/>
        <w:rPr>
          <w:szCs w:val="24"/>
        </w:rPr>
      </w:pPr>
    </w:p>
    <w:p w14:paraId="1620B2F4" w14:textId="77777777" w:rsidR="007968F3" w:rsidRDefault="00000000">
      <w:pPr>
        <w:pStyle w:val="prastasis"/>
        <w:spacing w:line="276" w:lineRule="auto"/>
        <w:ind w:left="567" w:hanging="567"/>
      </w:pPr>
      <w:r>
        <w:rPr>
          <w:rStyle w:val="Numatytasispastraiposriftas"/>
          <w:szCs w:val="24"/>
        </w:rPr>
        <w:t>___________________________</w:t>
      </w:r>
      <w:r>
        <w:rPr>
          <w:rStyle w:val="Numatytasispastraiposriftas"/>
          <w:szCs w:val="24"/>
        </w:rPr>
        <w:tab/>
      </w:r>
      <w:r>
        <w:rPr>
          <w:rStyle w:val="Numatytasispastraiposriftas"/>
          <w:szCs w:val="24"/>
        </w:rPr>
        <w:tab/>
        <w:t xml:space="preserve">                      _____________________                       </w:t>
      </w:r>
      <w:r>
        <w:rPr>
          <w:rStyle w:val="Numatytasispastraiposriftas"/>
          <w:sz w:val="20"/>
        </w:rPr>
        <w:t xml:space="preserve">(vardas ir pavardė)      </w:t>
      </w:r>
      <w:r>
        <w:rPr>
          <w:rStyle w:val="Numatytasispastraiposriftas"/>
          <w:sz w:val="20"/>
        </w:rPr>
        <w:tab/>
      </w:r>
      <w:r>
        <w:rPr>
          <w:rStyle w:val="Numatytasispastraiposriftas"/>
          <w:sz w:val="20"/>
        </w:rPr>
        <w:tab/>
      </w:r>
      <w:r>
        <w:rPr>
          <w:rStyle w:val="Numatytasispastraiposriftas"/>
          <w:sz w:val="20"/>
        </w:rPr>
        <w:tab/>
        <w:t xml:space="preserve">                                              (parašas)</w:t>
      </w:r>
      <w:r>
        <w:rPr>
          <w:rStyle w:val="Numatytasispastraiposriftas"/>
          <w:sz w:val="20"/>
        </w:rPr>
        <w:tab/>
      </w:r>
    </w:p>
    <w:p w14:paraId="7F7DF754" w14:textId="77777777" w:rsidR="007968F3" w:rsidRDefault="007968F3">
      <w:pPr>
        <w:pStyle w:val="prastasis"/>
        <w:spacing w:line="276" w:lineRule="auto"/>
        <w:ind w:left="1440" w:firstLine="3304"/>
        <w:rPr>
          <w:sz w:val="20"/>
        </w:rPr>
      </w:pPr>
    </w:p>
    <w:p w14:paraId="1E8656AA" w14:textId="77777777" w:rsidR="007968F3" w:rsidRDefault="007968F3">
      <w:pPr>
        <w:pStyle w:val="prastasis"/>
        <w:tabs>
          <w:tab w:val="center" w:pos="-7800"/>
          <w:tab w:val="left" w:pos="6237"/>
          <w:tab w:val="right" w:pos="8306"/>
        </w:tabs>
        <w:rPr>
          <w:lang w:eastAsia="lt-LT"/>
        </w:rPr>
      </w:pPr>
    </w:p>
    <w:p w14:paraId="22B7890F" w14:textId="77777777" w:rsidR="007968F3" w:rsidRDefault="007968F3">
      <w:pPr>
        <w:pStyle w:val="prastasis"/>
      </w:pPr>
    </w:p>
    <w:sectPr w:rsidR="007968F3">
      <w:pgSz w:w="11906" w:h="16838"/>
      <w:pgMar w:top="1134" w:right="1134"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A08FA" w14:textId="77777777" w:rsidR="00D34EC5" w:rsidRDefault="00D34EC5">
      <w:pPr>
        <w:spacing w:after="0" w:line="240" w:lineRule="auto"/>
      </w:pPr>
      <w:r>
        <w:separator/>
      </w:r>
    </w:p>
  </w:endnote>
  <w:endnote w:type="continuationSeparator" w:id="0">
    <w:p w14:paraId="576D5FFC" w14:textId="77777777" w:rsidR="00D34EC5" w:rsidRDefault="00D34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46F12" w14:textId="77777777" w:rsidR="00D34EC5" w:rsidRDefault="00D34EC5">
      <w:pPr>
        <w:spacing w:after="0" w:line="240" w:lineRule="auto"/>
      </w:pPr>
      <w:r>
        <w:rPr>
          <w:color w:val="000000"/>
        </w:rPr>
        <w:separator/>
      </w:r>
    </w:p>
  </w:footnote>
  <w:footnote w:type="continuationSeparator" w:id="0">
    <w:p w14:paraId="726D95C7" w14:textId="77777777" w:rsidR="00D34EC5" w:rsidRDefault="00D34E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7968F3"/>
    <w:rsid w:val="005F169E"/>
    <w:rsid w:val="007968F3"/>
    <w:rsid w:val="00D34E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51976"/>
  <w15:docId w15:val="{98DED2A1-43CF-4671-95AD-72A537849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
    <w:name w:val="Įprastasis"/>
    <w:pPr>
      <w:suppressAutoHyphens/>
      <w:spacing w:after="0" w:line="240" w:lineRule="auto"/>
    </w:pPr>
    <w:rPr>
      <w:rFonts w:ascii="Times New Roman" w:eastAsia="Times New Roman" w:hAnsi="Times New Roman"/>
      <w:sz w:val="24"/>
      <w:szCs w:val="20"/>
    </w:rPr>
  </w:style>
  <w:style w:type="character" w:customStyle="1" w:styleId="Numatytasispastraiposriftas">
    <w:name w:val="Numatytasis pastraipos š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819</Words>
  <Characters>468</Characters>
  <Application>Microsoft Office Word</Application>
  <DocSecurity>0</DocSecurity>
  <Lines>3</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Romualdas Vaišnoras</dc:creator>
  <dc:description/>
  <cp:lastModifiedBy>Donatas Zablockis</cp:lastModifiedBy>
  <cp:revision>2</cp:revision>
  <dcterms:created xsi:type="dcterms:W3CDTF">2023-12-14T07:10:00Z</dcterms:created>
  <dcterms:modified xsi:type="dcterms:W3CDTF">2023-12-14T07:10:00Z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2022-09-22T09:37:44Z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8ad38fec-ad1f-425b-86fc-a5a2ad15b3f1</vt:lpwstr>
  </property>
  <property fmtid="{D5CDD505-2E9C-101B-9397-08002B2CF9AE}" pid="8" name="MSIP_Label_7058e6ed-1f62-4b3b-a413-1541f2aa482f_ContentBits">
    <vt:lpwstr>0</vt:lpwstr>
  </property>
</Properties>
</file>